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D57065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C03DD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26D5288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1D139C">
        <w:rPr>
          <w:rFonts w:eastAsia="Times New Roman" w:cs="Times New Roman"/>
          <w:lang w:eastAsia="cs-CZ"/>
        </w:rPr>
        <w:t>na</w:t>
      </w:r>
      <w:r w:rsidRPr="001D139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1D139C">
        <w:rPr>
          <w:rFonts w:eastAsia="Times New Roman" w:cs="Times New Roman"/>
          <w:b/>
          <w:lang w:eastAsia="cs-CZ"/>
        </w:rPr>
        <w:t>„</w:t>
      </w:r>
      <w:bookmarkEnd w:id="0"/>
      <w:r w:rsidR="00264A36" w:rsidRPr="00264A36">
        <w:rPr>
          <w:rFonts w:eastAsia="Times New Roman" w:cs="Times New Roman"/>
          <w:b/>
          <w:lang w:eastAsia="cs-CZ"/>
        </w:rPr>
        <w:t>Majetkoprávní aplikace pro přípravu staveb v prostředí Správy železnic</w:t>
      </w:r>
      <w:r w:rsidRPr="00EE0FA1">
        <w:rPr>
          <w:rFonts w:eastAsia="Times New Roman" w:cs="Times New Roman"/>
          <w:b/>
          <w:lang w:eastAsia="cs-CZ"/>
        </w:rPr>
        <w:t xml:space="preserve">“, </w:t>
      </w:r>
      <w:r w:rsidRPr="00EE0FA1">
        <w:rPr>
          <w:rFonts w:eastAsia="Times New Roman" w:cs="Times New Roman"/>
          <w:lang w:eastAsia="cs-CZ"/>
        </w:rPr>
        <w:t xml:space="preserve">č.j. </w:t>
      </w:r>
      <w:r w:rsidR="00906F16">
        <w:rPr>
          <w:rFonts w:eastAsia="Times New Roman" w:cs="Times New Roman"/>
          <w:lang w:eastAsia="cs-CZ"/>
        </w:rPr>
        <w:t>137742</w:t>
      </w:r>
      <w:bookmarkStart w:id="1" w:name="_GoBack"/>
      <w:bookmarkEnd w:id="1"/>
      <w:r w:rsidR="001B108F" w:rsidRPr="00EE0FA1">
        <w:t>/202</w:t>
      </w:r>
      <w:r w:rsidR="00FC03DD" w:rsidRPr="00EE0FA1">
        <w:t>1</w:t>
      </w:r>
      <w:r w:rsidR="001B108F">
        <w:t>-SŽ-GŘ-</w:t>
      </w:r>
      <w:r w:rsidR="001B108F" w:rsidRPr="001B108F">
        <w:t>O8</w:t>
      </w:r>
      <w:r w:rsidRPr="001B108F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FC03DD">
        <w:rPr>
          <w:rFonts w:eastAsia="Times New Roman" w:cs="Times New Roman"/>
          <w:lang w:eastAsia="cs-CZ"/>
        </w:rPr>
        <w:t xml:space="preserve">poslední </w:t>
      </w:r>
      <w:r w:rsidR="00264A36">
        <w:rPr>
          <w:rFonts w:eastAsia="Times New Roman" w:cs="Times New Roman"/>
          <w:lang w:eastAsia="cs-CZ"/>
        </w:rPr>
        <w:t>3 roky</w:t>
      </w:r>
      <w:r w:rsidRPr="00FC03DD">
        <w:rPr>
          <w:rFonts w:eastAsia="Times New Roman" w:cs="Times New Roman"/>
          <w:lang w:eastAsia="cs-CZ"/>
        </w:rPr>
        <w:t xml:space="preserve"> před zahájením zadávacího řízení poskytoval významn</w:t>
      </w:r>
      <w:r w:rsidR="00FC03DD" w:rsidRPr="00FC03DD">
        <w:rPr>
          <w:rFonts w:eastAsia="Times New Roman" w:cs="Times New Roman"/>
          <w:lang w:eastAsia="cs-CZ"/>
        </w:rPr>
        <w:t>é</w:t>
      </w:r>
      <w:r w:rsidRPr="00FC03DD">
        <w:rPr>
          <w:rFonts w:eastAsia="Times New Roman" w:cs="Times New Roman"/>
          <w:lang w:eastAsia="cs-CZ"/>
        </w:rPr>
        <w:t xml:space="preserve"> služ</w:t>
      </w:r>
      <w:r w:rsidR="00FC03DD" w:rsidRPr="00FC03DD">
        <w:rPr>
          <w:rFonts w:eastAsia="Times New Roman" w:cs="Times New Roman"/>
          <w:lang w:eastAsia="cs-CZ"/>
        </w:rPr>
        <w:t>by</w:t>
      </w:r>
      <w:r w:rsidR="001D139C" w:rsidRPr="00FC03DD">
        <w:rPr>
          <w:rFonts w:eastAsia="Times New Roman" w:cs="Times New Roman"/>
          <w:lang w:eastAsia="cs-CZ"/>
        </w:rPr>
        <w:t xml:space="preserve"> </w:t>
      </w:r>
      <w:r w:rsidRPr="00FC03DD">
        <w:rPr>
          <w:rFonts w:eastAsia="Times New Roman" w:cs="Times New Roman"/>
          <w:lang w:eastAsia="cs-CZ"/>
        </w:rPr>
        <w:t>definovan</w:t>
      </w:r>
      <w:r w:rsidR="00FC03DD" w:rsidRPr="00FC03DD">
        <w:rPr>
          <w:rFonts w:eastAsia="Times New Roman" w:cs="Times New Roman"/>
          <w:lang w:eastAsia="cs-CZ"/>
        </w:rPr>
        <w:t>é</w:t>
      </w:r>
      <w:r w:rsidRPr="00FC03DD">
        <w:rPr>
          <w:rFonts w:eastAsia="Times New Roman" w:cs="Times New Roman"/>
          <w:lang w:eastAsia="cs-CZ"/>
        </w:rPr>
        <w:t xml:space="preserve"> v čl. </w:t>
      </w:r>
      <w:r w:rsidR="00FC03DD" w:rsidRPr="00FC03DD">
        <w:rPr>
          <w:rFonts w:eastAsia="Times New Roman" w:cs="Times New Roman"/>
          <w:lang w:eastAsia="cs-CZ"/>
        </w:rPr>
        <w:t xml:space="preserve">12.1. </w:t>
      </w:r>
      <w:r w:rsidR="00645A29" w:rsidRPr="00FC03DD">
        <w:rPr>
          <w:rFonts w:eastAsia="Times New Roman" w:cs="Times New Roman"/>
          <w:lang w:eastAsia="cs-CZ"/>
        </w:rPr>
        <w:t>Zadávací dokumentace</w:t>
      </w:r>
      <w:r w:rsidR="00FC03DD" w:rsidRPr="00FC03DD">
        <w:rPr>
          <w:rFonts w:eastAsia="Times New Roman" w:cs="Times New Roman"/>
          <w:lang w:eastAsia="cs-CZ"/>
        </w:rPr>
        <w:t>. F</w:t>
      </w:r>
      <w:r w:rsidR="00FC03DD" w:rsidRPr="00FC03DD">
        <w:rPr>
          <w:rFonts w:eastAsia="Verdana" w:cs="Times New Roman"/>
        </w:rPr>
        <w:t xml:space="preserve">inanční objem těchto služeb činil </w:t>
      </w:r>
      <w:r w:rsidR="003531D0">
        <w:rPr>
          <w:rFonts w:eastAsia="Verdana" w:cs="Times New Roman"/>
        </w:rPr>
        <w:t xml:space="preserve">v součtu </w:t>
      </w:r>
      <w:r w:rsidR="00FC03DD" w:rsidRPr="00FC03DD">
        <w:rPr>
          <w:rFonts w:eastAsia="Verdana" w:cs="Times New Roman"/>
        </w:rPr>
        <w:t>minimálně</w:t>
      </w:r>
      <w:r w:rsidR="00FC03DD" w:rsidRPr="00FC03DD">
        <w:rPr>
          <w:rFonts w:eastAsia="Times New Roman" w:cs="Times New Roman"/>
          <w:lang w:eastAsia="cs-CZ"/>
        </w:rPr>
        <w:t xml:space="preserve"> </w:t>
      </w:r>
      <w:r w:rsidR="003531D0">
        <w:rPr>
          <w:rFonts w:eastAsia="Times New Roman" w:cs="Times New Roman"/>
          <w:lang w:eastAsia="cs-CZ"/>
        </w:rPr>
        <w:t>3</w:t>
      </w:r>
      <w:r w:rsidR="00D554F9" w:rsidRPr="00FC03DD">
        <w:rPr>
          <w:rFonts w:eastAsia="Times New Roman" w:cs="Times New Roman"/>
          <w:lang w:eastAsia="cs-CZ"/>
        </w:rPr>
        <w:t> </w:t>
      </w:r>
      <w:r w:rsidR="003531D0">
        <w:rPr>
          <w:rFonts w:eastAsia="Times New Roman" w:cs="Times New Roman"/>
          <w:lang w:eastAsia="cs-CZ"/>
        </w:rPr>
        <w:t>4</w:t>
      </w:r>
      <w:r w:rsidR="00D554F9" w:rsidRPr="00FC03DD">
        <w:rPr>
          <w:rFonts w:eastAsia="Times New Roman" w:cs="Times New Roman"/>
          <w:lang w:eastAsia="cs-CZ"/>
        </w:rPr>
        <w:t>00 000,- Kč</w:t>
      </w:r>
      <w:r w:rsidRPr="00FC03DD">
        <w:rPr>
          <w:rFonts w:eastAsia="Times New Roman" w:cs="Times New Roman"/>
          <w:lang w:eastAsia="cs-CZ"/>
        </w:rPr>
        <w:t xml:space="preserve"> bez DPH.</w:t>
      </w:r>
    </w:p>
    <w:p w14:paraId="34F24B8B" w14:textId="152E4FF6" w:rsidR="00D554F9" w:rsidRDefault="00D554F9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2CBE457E" w14:textId="4AF9C497" w:rsidR="00D554F9" w:rsidRDefault="00D554F9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F69EC86" w:rsidR="003C4FBB" w:rsidRPr="00FC03DD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FC03DD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046CACF9" w:rsidR="003C4FBB" w:rsidRPr="00FC03DD" w:rsidRDefault="00897B1D" w:rsidP="00D554F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FC03DD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5188F6FD" w:rsidR="003C4FBB" w:rsidRPr="00FC03DD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FC03DD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724FDA6C" w14:textId="77777777" w:rsidR="003C4FBB" w:rsidRPr="00FC03DD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0C6F919E" w:rsidR="003C4FBB" w:rsidRPr="00FC03DD" w:rsidRDefault="003C4FBB" w:rsidP="00D554F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FC03DD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FC03DD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3F457D98" w:rsidR="003C4FBB" w:rsidRPr="00FC03DD" w:rsidRDefault="003C4FBB" w:rsidP="00264A3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264A36">
              <w:rPr>
                <w:rFonts w:eastAsia="Times New Roman" w:cs="Times New Roman"/>
                <w:spacing w:val="-6"/>
                <w:lang w:eastAsia="cs-CZ"/>
              </w:rPr>
              <w:t>3</w:t>
            </w: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554F9" w14:paraId="0FCFE31D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E6B61C9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893103F" w14:textId="77777777" w:rsidR="00D554F9" w:rsidRDefault="00D554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5CE30B84" w14:textId="77777777" w:rsidR="00D554F9" w:rsidRDefault="00D554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9D80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554F9" w14:paraId="21029183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C05E61B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9597AEA" w14:textId="77777777" w:rsidR="00D554F9" w:rsidRDefault="00D554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8CD4C6F" w14:textId="77777777" w:rsidR="00D554F9" w:rsidRDefault="00D554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A079A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554F9" w14:paraId="66439FE1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B32816F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B9C5DD0" w14:textId="77777777" w:rsidR="00D554F9" w:rsidRDefault="00D554F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8C7A9FD" w14:textId="77777777" w:rsidR="00D554F9" w:rsidRDefault="00D554F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15F1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D4A6E2A" w14:textId="249EAFB9" w:rsidR="009F392E" w:rsidRPr="003C4FBB" w:rsidRDefault="003C4FBB" w:rsidP="00FC03DD">
      <w:pPr>
        <w:tabs>
          <w:tab w:val="right" w:pos="9063"/>
        </w:tabs>
        <w:spacing w:after="0" w:line="280" w:lineRule="atLeast"/>
        <w:ind w:right="7"/>
        <w:outlineLvl w:val="0"/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sectPr w:rsidR="009F392E" w:rsidRPr="003C4FBB" w:rsidSect="00FC03D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2A1721C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3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3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9A6824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24435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085688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6F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6F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3727D5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103A54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C03DD">
      <w:trPr>
        <w:trHeight w:hRule="exact" w:val="183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108F"/>
    <w:rsid w:val="001D139C"/>
    <w:rsid w:val="00207DF5"/>
    <w:rsid w:val="00264A36"/>
    <w:rsid w:val="00280E07"/>
    <w:rsid w:val="002C31BF"/>
    <w:rsid w:val="002D08B1"/>
    <w:rsid w:val="002E0CD7"/>
    <w:rsid w:val="00341DCF"/>
    <w:rsid w:val="003531D0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06F16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554F9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E0FA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03DD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47873C-49E4-4A32-A39E-FAA5ACE60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13</cp:revision>
  <cp:lastPrinted>2017-11-28T17:18:00Z</cp:lastPrinted>
  <dcterms:created xsi:type="dcterms:W3CDTF">2020-04-06T08:50:00Z</dcterms:created>
  <dcterms:modified xsi:type="dcterms:W3CDTF">2021-08-04T12:56:00Z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